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511616">
        <w:rPr>
          <w:snapToGrid w:val="0"/>
        </w:rPr>
        <w:t>říkazní smlouvě</w:t>
      </w:r>
    </w:p>
    <w:p w:rsidR="00511616" w:rsidRPr="00DE29B2" w:rsidRDefault="00511616" w:rsidP="00511616">
      <w:pPr>
        <w:pStyle w:val="Nadpis1"/>
        <w:jc w:val="both"/>
        <w:rPr>
          <w:b w:val="0"/>
          <w:snapToGrid w:val="0"/>
        </w:rPr>
      </w:pPr>
      <w:r w:rsidRPr="00DE29B2">
        <w:rPr>
          <w:b w:val="0"/>
          <w:snapToGrid w:val="0"/>
          <w:sz w:val="24"/>
          <w:szCs w:val="24"/>
        </w:rPr>
        <w:t>(stavba „</w:t>
      </w:r>
      <w:r w:rsidR="00463982">
        <w:rPr>
          <w:b w:val="0"/>
          <w:snapToGrid w:val="0"/>
          <w:sz w:val="24"/>
          <w:szCs w:val="24"/>
        </w:rPr>
        <w:t>Odbahnění a rekonstrukce rybníka Zichův v Novém Městě na Moravě</w:t>
      </w:r>
      <w:r w:rsidR="00DE29B2" w:rsidRPr="00DE29B2">
        <w:rPr>
          <w:b w:val="0"/>
          <w:sz w:val="22"/>
          <w:szCs w:val="22"/>
        </w:rPr>
        <w:t>“</w:t>
      </w:r>
      <w:r w:rsidRPr="00DE29B2">
        <w:rPr>
          <w:b w:val="0"/>
          <w:sz w:val="24"/>
          <w:szCs w:val="24"/>
        </w:rPr>
        <w:t>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 xml:space="preserve">uvedením do provozu </w:t>
      </w:r>
      <w:r w:rsidR="00FD00CB">
        <w:rPr>
          <w:snapToGrid w:val="0"/>
          <w:sz w:val="22"/>
          <w:szCs w:val="22"/>
        </w:rPr>
        <w:t>díla</w:t>
      </w:r>
      <w:r w:rsidRPr="002E2F7E">
        <w:rPr>
          <w:snapToGrid w:val="0"/>
          <w:sz w:val="22"/>
          <w:szCs w:val="22"/>
        </w:rPr>
        <w:t>:</w:t>
      </w:r>
    </w:p>
    <w:p w:rsidR="00545E59" w:rsidRPr="00D7458A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E29B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50CB2" w:rsidRPr="00D7458A">
        <w:rPr>
          <w:rFonts w:ascii="Times New Roman" w:hAnsi="Times New Roman" w:cs="Times New Roman"/>
          <w:i w:val="0"/>
          <w:snapToGrid w:val="0"/>
          <w:sz w:val="24"/>
          <w:szCs w:val="24"/>
        </w:rPr>
        <w:t>Odbahnění a rekonstrukce rybníka Zichův v Novém Městě na Moravě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511616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 xml:space="preserve">jménem a na účet zmocnitele při jednáních se správními orgány, zhotovitelem </w:t>
      </w:r>
      <w:r w:rsidR="00FD00CB">
        <w:rPr>
          <w:snapToGrid w:val="0"/>
          <w:sz w:val="22"/>
          <w:szCs w:val="22"/>
        </w:rPr>
        <w:t>díla</w:t>
      </w:r>
      <w:r w:rsidRPr="00342273">
        <w:rPr>
          <w:snapToGrid w:val="0"/>
          <w:sz w:val="22"/>
          <w:szCs w:val="22"/>
        </w:rPr>
        <w:t xml:space="preserve">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57A" w:rsidRDefault="0025157A">
      <w:r>
        <w:separator/>
      </w:r>
    </w:p>
  </w:endnote>
  <w:endnote w:type="continuationSeparator" w:id="0">
    <w:p w:rsidR="0025157A" w:rsidRDefault="00251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D5F3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6D5F3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458A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57A" w:rsidRDefault="0025157A">
      <w:r>
        <w:separator/>
      </w:r>
    </w:p>
  </w:footnote>
  <w:footnote w:type="continuationSeparator" w:id="0">
    <w:p w:rsidR="0025157A" w:rsidRDefault="00251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77F3B"/>
    <w:rsid w:val="00180073"/>
    <w:rsid w:val="001806C8"/>
    <w:rsid w:val="00183D3F"/>
    <w:rsid w:val="00195D09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157A"/>
    <w:rsid w:val="002556F0"/>
    <w:rsid w:val="002725FF"/>
    <w:rsid w:val="0028071F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44F6"/>
    <w:rsid w:val="00386EFF"/>
    <w:rsid w:val="00390D45"/>
    <w:rsid w:val="00392F8C"/>
    <w:rsid w:val="00393A9E"/>
    <w:rsid w:val="00397001"/>
    <w:rsid w:val="003A7D79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3982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11616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124A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5F3C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0CB2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0B98"/>
    <w:rsid w:val="00922C3F"/>
    <w:rsid w:val="00925CDE"/>
    <w:rsid w:val="009275C3"/>
    <w:rsid w:val="009336E9"/>
    <w:rsid w:val="00940937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75E48"/>
    <w:rsid w:val="00A81392"/>
    <w:rsid w:val="00A92E6E"/>
    <w:rsid w:val="00A967E1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37541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7458A"/>
    <w:rsid w:val="00D83B74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29B2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4399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D00CB"/>
    <w:rsid w:val="00FD4096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511616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15</TotalTime>
  <Pages>2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14</cp:revision>
  <cp:lastPrinted>2013-04-22T13:00:00Z</cp:lastPrinted>
  <dcterms:created xsi:type="dcterms:W3CDTF">2018-10-09T06:14:00Z</dcterms:created>
  <dcterms:modified xsi:type="dcterms:W3CDTF">2024-11-07T08:12:00Z</dcterms:modified>
</cp:coreProperties>
</file>